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4306D" w14:textId="53B5F1BB" w:rsidR="008F37FA" w:rsidRPr="008F37FA" w:rsidRDefault="00D44579" w:rsidP="002A355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Załącznik nr 4</w:t>
      </w:r>
      <w:r w:rsidR="005670B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zapytania ofertowego</w:t>
      </w:r>
    </w:p>
    <w:p w14:paraId="7392B503" w14:textId="77777777" w:rsidR="008F37FA" w:rsidRPr="008F37FA" w:rsidRDefault="008F37FA" w:rsidP="008F37F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B38D81" w14:textId="77777777" w:rsidR="008F37FA" w:rsidRPr="008F37FA" w:rsidRDefault="008F37FA" w:rsidP="008F37F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Style w:val="Tabela-Siatka11"/>
        <w:tblpPr w:leftFromText="141" w:rightFromText="141" w:vertAnchor="page" w:horzAnchor="margin" w:tblpXSpec="center" w:tblpY="178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88"/>
        <w:gridCol w:w="2268"/>
        <w:gridCol w:w="1985"/>
        <w:gridCol w:w="2126"/>
        <w:gridCol w:w="2410"/>
        <w:gridCol w:w="2410"/>
      </w:tblGrid>
      <w:tr w:rsidR="005670B9" w:rsidRPr="008F37FA" w14:paraId="5F8EC866" w14:textId="77777777" w:rsidTr="0021038F">
        <w:trPr>
          <w:trHeight w:val="360"/>
        </w:trPr>
        <w:tc>
          <w:tcPr>
            <w:tcW w:w="14596" w:type="dxa"/>
            <w:gridSpan w:val="7"/>
          </w:tcPr>
          <w:p w14:paraId="7241C0CF" w14:textId="31DE0201" w:rsidR="005670B9" w:rsidRPr="008F37FA" w:rsidRDefault="005670B9" w:rsidP="005670B9">
            <w:pPr>
              <w:jc w:val="center"/>
              <w:rPr>
                <w:rFonts w:ascii="Arial" w:hAnsi="Arial" w:cs="Arial"/>
                <w:b/>
              </w:rPr>
            </w:pPr>
            <w:r w:rsidRPr="008F37F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 xml:space="preserve">Zestawienie cenowe </w:t>
            </w:r>
            <w:r w:rsidRPr="008F37FA">
              <w:rPr>
                <w:rFonts w:ascii="Arial" w:hAnsi="Arial" w:cs="Arial"/>
                <w:b/>
              </w:rPr>
              <w:t xml:space="preserve">usługi </w:t>
            </w:r>
            <w:r>
              <w:rPr>
                <w:rFonts w:ascii="Arial" w:hAnsi="Arial" w:cs="Arial"/>
                <w:b/>
              </w:rPr>
              <w:t xml:space="preserve">bezdotykowego </w:t>
            </w:r>
            <w:r w:rsidRPr="008F37FA">
              <w:rPr>
                <w:rFonts w:ascii="Arial" w:hAnsi="Arial" w:cs="Arial"/>
                <w:b/>
              </w:rPr>
              <w:t>mycia pojazdu</w:t>
            </w:r>
          </w:p>
        </w:tc>
      </w:tr>
      <w:tr w:rsidR="005B2E8A" w:rsidRPr="008F37FA" w14:paraId="466BB8C8" w14:textId="77777777" w:rsidTr="005670B9">
        <w:trPr>
          <w:trHeight w:val="1048"/>
        </w:trPr>
        <w:tc>
          <w:tcPr>
            <w:tcW w:w="1809" w:type="dxa"/>
            <w:vAlign w:val="center"/>
            <w:hideMark/>
          </w:tcPr>
          <w:p w14:paraId="03AACCFF" w14:textId="77777777" w:rsidR="005B2E8A" w:rsidRPr="005B2E8A" w:rsidRDefault="005B2E8A" w:rsidP="00734B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588" w:type="dxa"/>
            <w:vAlign w:val="center"/>
            <w:hideMark/>
          </w:tcPr>
          <w:p w14:paraId="4A87013E" w14:textId="77777777" w:rsidR="005B2E8A" w:rsidRPr="005B2E8A" w:rsidRDefault="005B2E8A" w:rsidP="00734B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</w:tc>
        <w:tc>
          <w:tcPr>
            <w:tcW w:w="2268" w:type="dxa"/>
            <w:vAlign w:val="center"/>
            <w:hideMark/>
          </w:tcPr>
          <w:p w14:paraId="3847809D" w14:textId="77777777" w:rsidR="005B2E8A" w:rsidRPr="005B2E8A" w:rsidRDefault="005B2E8A" w:rsidP="00734B2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t xml:space="preserve">Cena jednostkowa </w:t>
            </w:r>
          </w:p>
          <w:p w14:paraId="2A1DDFC0" w14:textId="77777777" w:rsidR="005B2E8A" w:rsidRPr="005B2E8A" w:rsidRDefault="005B2E8A" w:rsidP="00734B2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t xml:space="preserve">za  1 mycie w </w:t>
            </w:r>
          </w:p>
          <w:p w14:paraId="571DA4FC" w14:textId="77777777" w:rsidR="005B2E8A" w:rsidRPr="005B2E8A" w:rsidRDefault="005B2E8A" w:rsidP="00734B2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t>zł. brutto</w:t>
            </w:r>
          </w:p>
        </w:tc>
        <w:tc>
          <w:tcPr>
            <w:tcW w:w="1985" w:type="dxa"/>
            <w:vAlign w:val="center"/>
          </w:tcPr>
          <w:p w14:paraId="274F4864" w14:textId="3DEA263B" w:rsidR="005B2E8A" w:rsidRPr="005B2E8A" w:rsidRDefault="005B2E8A" w:rsidP="005B2E8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t xml:space="preserve"> Szacunkowa ilość pojazdów miesięcznie</w:t>
            </w:r>
          </w:p>
        </w:tc>
        <w:tc>
          <w:tcPr>
            <w:tcW w:w="2126" w:type="dxa"/>
          </w:tcPr>
          <w:p w14:paraId="5E0CCD49" w14:textId="5AC970E3" w:rsidR="005B2E8A" w:rsidRPr="005B2E8A" w:rsidRDefault="005B2E8A" w:rsidP="00734B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br/>
              <w:t>Liczba miesięcy trwania podstawowej wartości umowy</w:t>
            </w:r>
          </w:p>
        </w:tc>
        <w:tc>
          <w:tcPr>
            <w:tcW w:w="2410" w:type="dxa"/>
            <w:vAlign w:val="center"/>
          </w:tcPr>
          <w:p w14:paraId="2798ECEF" w14:textId="60C41955" w:rsidR="005B2E8A" w:rsidRPr="005B2E8A" w:rsidRDefault="005B2E8A" w:rsidP="00734B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</w:tc>
        <w:tc>
          <w:tcPr>
            <w:tcW w:w="2410" w:type="dxa"/>
            <w:vAlign w:val="center"/>
          </w:tcPr>
          <w:p w14:paraId="30C6670A" w14:textId="3D01411D" w:rsidR="005B2E8A" w:rsidRPr="005B2E8A" w:rsidRDefault="005B2E8A" w:rsidP="005B2E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2E8A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5B2E8A" w:rsidRPr="008F37FA" w14:paraId="1D72627C" w14:textId="77777777" w:rsidTr="005670B9">
        <w:trPr>
          <w:trHeight w:val="649"/>
        </w:trPr>
        <w:tc>
          <w:tcPr>
            <w:tcW w:w="1809" w:type="dxa"/>
            <w:vAlign w:val="center"/>
          </w:tcPr>
          <w:p w14:paraId="50C6F9F1" w14:textId="4838E213" w:rsidR="005B2E8A" w:rsidRDefault="005B2E8A" w:rsidP="005B2E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88" w:type="dxa"/>
            <w:vAlign w:val="center"/>
          </w:tcPr>
          <w:p w14:paraId="7C6F6305" w14:textId="4945C121" w:rsidR="005B2E8A" w:rsidRPr="00853FBE" w:rsidRDefault="005B2E8A" w:rsidP="005B2E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8" w:type="dxa"/>
            <w:vAlign w:val="center"/>
          </w:tcPr>
          <w:p w14:paraId="5836BA2A" w14:textId="4B0E819F" w:rsidR="005B2E8A" w:rsidRDefault="005B2E8A" w:rsidP="005B2E8A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985" w:type="dxa"/>
            <w:vAlign w:val="center"/>
          </w:tcPr>
          <w:p w14:paraId="4690C722" w14:textId="068F8669" w:rsidR="005B2E8A" w:rsidRDefault="005B2E8A" w:rsidP="005B2E8A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126" w:type="dxa"/>
            <w:vAlign w:val="center"/>
          </w:tcPr>
          <w:p w14:paraId="3A0F875C" w14:textId="2DEDE220" w:rsidR="005B2E8A" w:rsidRDefault="005B2E8A" w:rsidP="005B2E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10" w:type="dxa"/>
            <w:vAlign w:val="center"/>
          </w:tcPr>
          <w:p w14:paraId="1186E095" w14:textId="77777777" w:rsidR="005B2E8A" w:rsidRDefault="005B2E8A" w:rsidP="005B2E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  <w:p w14:paraId="3B343014" w14:textId="20F36B2F" w:rsidR="005B2E8A" w:rsidRDefault="005B2E8A" w:rsidP="005B2E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3x4x5=6</w:t>
            </w:r>
          </w:p>
        </w:tc>
        <w:tc>
          <w:tcPr>
            <w:tcW w:w="2410" w:type="dxa"/>
            <w:vAlign w:val="center"/>
          </w:tcPr>
          <w:p w14:paraId="5C25491A" w14:textId="586D3A87" w:rsidR="005B2E8A" w:rsidRDefault="005B2E8A" w:rsidP="005B2E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</w:tr>
      <w:tr w:rsidR="005B2E8A" w:rsidRPr="008F37FA" w14:paraId="44147E83" w14:textId="77777777" w:rsidTr="005670B9">
        <w:trPr>
          <w:trHeight w:val="567"/>
        </w:trPr>
        <w:tc>
          <w:tcPr>
            <w:tcW w:w="1809" w:type="dxa"/>
            <w:vMerge w:val="restart"/>
            <w:noWrap/>
            <w:vAlign w:val="center"/>
            <w:hideMark/>
          </w:tcPr>
          <w:p w14:paraId="2D9CBBCE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 w:rsidRPr="008F37FA">
              <w:rPr>
                <w:rFonts w:ascii="Arial" w:hAnsi="Arial" w:cs="Arial"/>
              </w:rPr>
              <w:t>Mycie pojazdu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  <w:vAlign w:val="center"/>
            <w:hideMark/>
          </w:tcPr>
          <w:p w14:paraId="70DD9DEE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 w:rsidRPr="008F37FA">
              <w:rPr>
                <w:rFonts w:ascii="Arial" w:hAnsi="Arial" w:cs="Arial"/>
              </w:rPr>
              <w:t>osobowe</w:t>
            </w:r>
          </w:p>
        </w:tc>
        <w:tc>
          <w:tcPr>
            <w:tcW w:w="2268" w:type="dxa"/>
            <w:noWrap/>
            <w:vAlign w:val="center"/>
            <w:hideMark/>
          </w:tcPr>
          <w:p w14:paraId="0100BA56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13F926EC" w14:textId="57C9E20C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2126" w:type="dxa"/>
          </w:tcPr>
          <w:p w14:paraId="2E3C6D3A" w14:textId="01A4321E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10" w:type="dxa"/>
            <w:noWrap/>
            <w:vAlign w:val="center"/>
          </w:tcPr>
          <w:p w14:paraId="5856EF9F" w14:textId="00C8B10A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noWrap/>
            <w:vAlign w:val="center"/>
          </w:tcPr>
          <w:p w14:paraId="1A337B79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</w:tr>
      <w:tr w:rsidR="005B2E8A" w:rsidRPr="008F37FA" w14:paraId="1926EE97" w14:textId="77777777" w:rsidTr="005670B9">
        <w:trPr>
          <w:trHeight w:val="567"/>
        </w:trPr>
        <w:tc>
          <w:tcPr>
            <w:tcW w:w="1809" w:type="dxa"/>
            <w:vMerge/>
            <w:noWrap/>
            <w:vAlign w:val="center"/>
          </w:tcPr>
          <w:p w14:paraId="61465236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8" w:type="dxa"/>
            <w:vAlign w:val="center"/>
          </w:tcPr>
          <w:p w14:paraId="61CCCDA9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 w:rsidRPr="008F37FA">
              <w:rPr>
                <w:rFonts w:ascii="Arial" w:hAnsi="Arial" w:cs="Arial"/>
              </w:rPr>
              <w:t>dostawcze</w:t>
            </w:r>
          </w:p>
        </w:tc>
        <w:tc>
          <w:tcPr>
            <w:tcW w:w="2268" w:type="dxa"/>
            <w:noWrap/>
            <w:vAlign w:val="center"/>
          </w:tcPr>
          <w:p w14:paraId="08FAC9C1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181AA02C" w14:textId="2DDE639A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</w:t>
            </w:r>
          </w:p>
        </w:tc>
        <w:tc>
          <w:tcPr>
            <w:tcW w:w="2126" w:type="dxa"/>
          </w:tcPr>
          <w:p w14:paraId="617D9DE9" w14:textId="128C46BE" w:rsidR="005B2E8A" w:rsidRPr="008F37FA" w:rsidRDefault="005B2E8A" w:rsidP="005B2E8A">
            <w:pPr>
              <w:jc w:val="center"/>
            </w:pPr>
            <w:r>
              <w:t>8</w:t>
            </w:r>
          </w:p>
        </w:tc>
        <w:tc>
          <w:tcPr>
            <w:tcW w:w="2410" w:type="dxa"/>
            <w:noWrap/>
            <w:vAlign w:val="center"/>
          </w:tcPr>
          <w:p w14:paraId="507F6E28" w14:textId="5F37246F" w:rsidR="005B2E8A" w:rsidRPr="008F37FA" w:rsidRDefault="005B2E8A" w:rsidP="005B2E8A">
            <w:pPr>
              <w:jc w:val="center"/>
            </w:pPr>
          </w:p>
        </w:tc>
        <w:tc>
          <w:tcPr>
            <w:tcW w:w="2410" w:type="dxa"/>
            <w:noWrap/>
            <w:vAlign w:val="center"/>
          </w:tcPr>
          <w:p w14:paraId="43B1DAE2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</w:tr>
      <w:tr w:rsidR="005B2E8A" w:rsidRPr="008F37FA" w14:paraId="2B9E9E7C" w14:textId="77777777" w:rsidTr="005670B9">
        <w:trPr>
          <w:trHeight w:val="567"/>
        </w:trPr>
        <w:tc>
          <w:tcPr>
            <w:tcW w:w="1809" w:type="dxa"/>
            <w:vMerge/>
            <w:noWrap/>
            <w:vAlign w:val="center"/>
          </w:tcPr>
          <w:p w14:paraId="059BCC35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8" w:type="dxa"/>
            <w:vAlign w:val="center"/>
          </w:tcPr>
          <w:p w14:paraId="44F5CD51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ciężarowe</w:t>
            </w:r>
          </w:p>
        </w:tc>
        <w:tc>
          <w:tcPr>
            <w:tcW w:w="2268" w:type="dxa"/>
            <w:noWrap/>
            <w:vAlign w:val="center"/>
          </w:tcPr>
          <w:p w14:paraId="24D281E1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3ACD6C55" w14:textId="05C579E4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2126" w:type="dxa"/>
          </w:tcPr>
          <w:p w14:paraId="01AA16BA" w14:textId="2A829AA7" w:rsidR="005B2E8A" w:rsidRPr="008F37FA" w:rsidRDefault="005B2E8A" w:rsidP="005B2E8A">
            <w:pPr>
              <w:jc w:val="center"/>
            </w:pPr>
            <w:r>
              <w:t>8</w:t>
            </w:r>
          </w:p>
        </w:tc>
        <w:tc>
          <w:tcPr>
            <w:tcW w:w="2410" w:type="dxa"/>
            <w:noWrap/>
            <w:vAlign w:val="center"/>
          </w:tcPr>
          <w:p w14:paraId="75C1B950" w14:textId="2B1FE53D" w:rsidR="005B2E8A" w:rsidRPr="008F37FA" w:rsidRDefault="005B2E8A" w:rsidP="005B2E8A">
            <w:pPr>
              <w:jc w:val="center"/>
            </w:pPr>
          </w:p>
        </w:tc>
        <w:tc>
          <w:tcPr>
            <w:tcW w:w="2410" w:type="dxa"/>
            <w:noWrap/>
            <w:vAlign w:val="center"/>
          </w:tcPr>
          <w:p w14:paraId="23EF3A5C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</w:tr>
      <w:tr w:rsidR="005B2E8A" w:rsidRPr="008F37FA" w14:paraId="286837CD" w14:textId="77777777" w:rsidTr="005670B9">
        <w:trPr>
          <w:trHeight w:val="567"/>
        </w:trPr>
        <w:tc>
          <w:tcPr>
            <w:tcW w:w="1809" w:type="dxa"/>
            <w:vMerge/>
            <w:noWrap/>
            <w:vAlign w:val="center"/>
          </w:tcPr>
          <w:p w14:paraId="7F32C453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8" w:type="dxa"/>
            <w:vAlign w:val="center"/>
          </w:tcPr>
          <w:p w14:paraId="59A296B7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autobusy</w:t>
            </w:r>
          </w:p>
        </w:tc>
        <w:tc>
          <w:tcPr>
            <w:tcW w:w="2268" w:type="dxa"/>
            <w:noWrap/>
            <w:vAlign w:val="center"/>
          </w:tcPr>
          <w:p w14:paraId="4D7CE058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14:paraId="4AB75F18" w14:textId="1A230862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126" w:type="dxa"/>
          </w:tcPr>
          <w:p w14:paraId="49086F4D" w14:textId="6F73B1E9" w:rsidR="005B2E8A" w:rsidRPr="008F37FA" w:rsidRDefault="005B2E8A" w:rsidP="005B2E8A">
            <w:pPr>
              <w:jc w:val="center"/>
            </w:pPr>
            <w:r>
              <w:t>8</w:t>
            </w:r>
          </w:p>
        </w:tc>
        <w:tc>
          <w:tcPr>
            <w:tcW w:w="2410" w:type="dxa"/>
            <w:noWrap/>
            <w:vAlign w:val="center"/>
          </w:tcPr>
          <w:p w14:paraId="77C7EE5D" w14:textId="75368E92" w:rsidR="005B2E8A" w:rsidRPr="008F37FA" w:rsidRDefault="005B2E8A" w:rsidP="005B2E8A">
            <w:pPr>
              <w:jc w:val="center"/>
            </w:pPr>
          </w:p>
        </w:tc>
        <w:tc>
          <w:tcPr>
            <w:tcW w:w="2410" w:type="dxa"/>
            <w:noWrap/>
            <w:vAlign w:val="center"/>
          </w:tcPr>
          <w:p w14:paraId="4C104D09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</w:tr>
      <w:tr w:rsidR="005B2E8A" w:rsidRPr="008F37FA" w14:paraId="7E7F78A9" w14:textId="77777777" w:rsidTr="005670B9">
        <w:trPr>
          <w:trHeight w:val="567"/>
        </w:trPr>
        <w:tc>
          <w:tcPr>
            <w:tcW w:w="1809" w:type="dxa"/>
            <w:noWrap/>
            <w:vAlign w:val="center"/>
          </w:tcPr>
          <w:p w14:paraId="3F5A8C87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41" w:type="dxa"/>
            <w:gridSpan w:val="3"/>
            <w:vAlign w:val="center"/>
          </w:tcPr>
          <w:p w14:paraId="48693EFE" w14:textId="7CD4CB13" w:rsidR="005B2E8A" w:rsidRDefault="005B2E8A" w:rsidP="005B2E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brutto</w:t>
            </w:r>
          </w:p>
        </w:tc>
        <w:tc>
          <w:tcPr>
            <w:tcW w:w="2126" w:type="dxa"/>
          </w:tcPr>
          <w:p w14:paraId="08A27D9A" w14:textId="77777777" w:rsidR="005B2E8A" w:rsidRDefault="005B2E8A" w:rsidP="005B2E8A">
            <w:pPr>
              <w:jc w:val="center"/>
            </w:pPr>
          </w:p>
        </w:tc>
        <w:tc>
          <w:tcPr>
            <w:tcW w:w="2410" w:type="dxa"/>
            <w:noWrap/>
            <w:vAlign w:val="center"/>
          </w:tcPr>
          <w:p w14:paraId="5CB942ED" w14:textId="77777777" w:rsidR="005B2E8A" w:rsidRPr="008F37FA" w:rsidRDefault="005B2E8A" w:rsidP="005B2E8A">
            <w:pPr>
              <w:jc w:val="center"/>
            </w:pPr>
          </w:p>
        </w:tc>
        <w:tc>
          <w:tcPr>
            <w:tcW w:w="2410" w:type="dxa"/>
            <w:noWrap/>
            <w:vAlign w:val="center"/>
          </w:tcPr>
          <w:p w14:paraId="4A4970F6" w14:textId="77777777" w:rsidR="005B2E8A" w:rsidRPr="008F37FA" w:rsidRDefault="005B2E8A" w:rsidP="005B2E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890DA8" w14:textId="77777777" w:rsidR="005670B9" w:rsidRDefault="005670B9" w:rsidP="005B2E8A">
      <w:pPr>
        <w:rPr>
          <w:rFonts w:ascii="Arial" w:hAnsi="Arial" w:cs="Arial"/>
        </w:rPr>
      </w:pPr>
    </w:p>
    <w:p w14:paraId="5AB8ED5F" w14:textId="37B01100" w:rsidR="00321F9D" w:rsidRDefault="005B2E8A" w:rsidP="005B2E8A">
      <w:pPr>
        <w:rPr>
          <w:rFonts w:ascii="Arial" w:hAnsi="Arial" w:cs="Arial"/>
        </w:rPr>
      </w:pPr>
      <w:r>
        <w:rPr>
          <w:rFonts w:ascii="Arial" w:hAnsi="Arial" w:cs="Arial"/>
        </w:rPr>
        <w:t>Miejscowość:……………… dnia……………………………</w:t>
      </w:r>
    </w:p>
    <w:p w14:paraId="3CA19F72" w14:textId="4055D4EE" w:rsidR="005670B9" w:rsidRPr="005670B9" w:rsidRDefault="005670B9" w:rsidP="005670B9">
      <w:pPr>
        <w:tabs>
          <w:tab w:val="left" w:pos="4678"/>
        </w:tabs>
        <w:spacing w:after="0"/>
        <w:ind w:left="3261"/>
        <w:jc w:val="center"/>
        <w:rPr>
          <w:rFonts w:ascii="Arial" w:eastAsia="HG Mincho Light J" w:hAnsi="Arial" w:cstheme="minorBidi"/>
          <w:i/>
          <w:iCs/>
          <w:sz w:val="16"/>
          <w:szCs w:val="16"/>
          <w:lang w:eastAsia="pl-PL"/>
        </w:rPr>
      </w:pPr>
      <w:r>
        <w:rPr>
          <w:rFonts w:ascii="Arial" w:eastAsia="HG Mincho Light J" w:hAnsi="Arial" w:cstheme="minorBidi"/>
          <w:i/>
          <w:iCs/>
          <w:sz w:val="16"/>
          <w:szCs w:val="16"/>
          <w:lang w:eastAsia="pl-PL"/>
        </w:rPr>
        <w:tab/>
      </w:r>
      <w:r w:rsidRPr="005670B9">
        <w:rPr>
          <w:rFonts w:ascii="Arial" w:eastAsia="HG Mincho Light J" w:hAnsi="Arial" w:cstheme="minorBidi"/>
          <w:i/>
          <w:iCs/>
          <w:sz w:val="16"/>
          <w:szCs w:val="16"/>
          <w:lang w:eastAsia="pl-PL"/>
        </w:rPr>
        <w:t>…………………………………………………………………………………..</w:t>
      </w:r>
    </w:p>
    <w:p w14:paraId="599B75F7" w14:textId="77777777" w:rsidR="005670B9" w:rsidRPr="005670B9" w:rsidRDefault="005670B9" w:rsidP="005670B9">
      <w:pPr>
        <w:spacing w:after="0" w:line="240" w:lineRule="auto"/>
        <w:ind w:left="4536"/>
        <w:jc w:val="center"/>
        <w:rPr>
          <w:rFonts w:ascii="Arial" w:eastAsia="Times New Roman" w:hAnsi="Arial" w:cs="Arial"/>
          <w:i/>
          <w:iCs/>
          <w:sz w:val="20"/>
          <w:szCs w:val="18"/>
          <w:lang w:eastAsia="pl-PL"/>
        </w:rPr>
      </w:pPr>
      <w:r w:rsidRPr="005670B9">
        <w:rPr>
          <w:rFonts w:ascii="Arial" w:eastAsia="Times New Roman" w:hAnsi="Arial" w:cs="Arial"/>
          <w:i/>
          <w:iCs/>
          <w:sz w:val="20"/>
          <w:szCs w:val="18"/>
          <w:lang w:eastAsia="pl-PL"/>
        </w:rPr>
        <w:t xml:space="preserve">Podpis osoby uprawnionej  zgodnie z formą </w:t>
      </w:r>
    </w:p>
    <w:p w14:paraId="50E7DCE8" w14:textId="77777777" w:rsidR="005670B9" w:rsidRPr="005670B9" w:rsidRDefault="005670B9" w:rsidP="005670B9">
      <w:pPr>
        <w:spacing w:after="0" w:line="240" w:lineRule="auto"/>
        <w:ind w:left="4536"/>
        <w:jc w:val="center"/>
        <w:rPr>
          <w:rFonts w:ascii="Arial" w:eastAsia="Times New Roman" w:hAnsi="Arial" w:cs="Arial"/>
          <w:i/>
          <w:iCs/>
          <w:sz w:val="20"/>
          <w:szCs w:val="18"/>
          <w:lang w:eastAsia="pl-PL"/>
        </w:rPr>
      </w:pPr>
      <w:r w:rsidRPr="005670B9">
        <w:rPr>
          <w:rFonts w:ascii="Arial" w:eastAsia="Times New Roman" w:hAnsi="Arial" w:cs="Arial"/>
          <w:i/>
          <w:iCs/>
          <w:sz w:val="20"/>
          <w:szCs w:val="18"/>
          <w:lang w:eastAsia="pl-PL"/>
        </w:rPr>
        <w:t xml:space="preserve">reprezentacji Wykonawcy określoną w dokumencie </w:t>
      </w:r>
    </w:p>
    <w:p w14:paraId="63AB800B" w14:textId="77777777" w:rsidR="005670B9" w:rsidRPr="005670B9" w:rsidRDefault="005670B9" w:rsidP="005670B9">
      <w:pPr>
        <w:spacing w:after="0" w:line="240" w:lineRule="auto"/>
        <w:ind w:left="4536"/>
        <w:jc w:val="center"/>
        <w:rPr>
          <w:rFonts w:ascii="Arial" w:eastAsia="Times New Roman" w:hAnsi="Arial" w:cs="Arial"/>
          <w:i/>
          <w:iCs/>
          <w:sz w:val="20"/>
          <w:szCs w:val="18"/>
          <w:lang w:eastAsia="pl-PL"/>
        </w:rPr>
      </w:pPr>
      <w:r w:rsidRPr="005670B9">
        <w:rPr>
          <w:rFonts w:ascii="Arial" w:eastAsia="Times New Roman" w:hAnsi="Arial" w:cs="Arial"/>
          <w:i/>
          <w:iCs/>
          <w:sz w:val="20"/>
          <w:szCs w:val="18"/>
          <w:lang w:eastAsia="pl-PL"/>
        </w:rPr>
        <w:t>rejestracyjnym (ewidencyjnym) właściwym dla</w:t>
      </w:r>
    </w:p>
    <w:p w14:paraId="47CA72C4" w14:textId="0D9F69F2" w:rsidR="005670B9" w:rsidRPr="005670B9" w:rsidRDefault="005670B9" w:rsidP="005670B9">
      <w:pPr>
        <w:spacing w:after="0" w:line="240" w:lineRule="auto"/>
        <w:ind w:left="4536"/>
        <w:jc w:val="center"/>
        <w:rPr>
          <w:rFonts w:ascii="Arial" w:hAnsi="Arial" w:cs="Arial"/>
        </w:rPr>
      </w:pPr>
      <w:r w:rsidRPr="005670B9">
        <w:rPr>
          <w:rFonts w:ascii="Arial" w:eastAsia="Times New Roman" w:hAnsi="Arial" w:cs="Arial"/>
          <w:i/>
          <w:iCs/>
          <w:sz w:val="20"/>
          <w:szCs w:val="18"/>
          <w:lang w:eastAsia="pl-PL"/>
        </w:rPr>
        <w:t xml:space="preserve"> formy organizacyjnej Wykonawcy lub pełnomocnika.</w:t>
      </w:r>
      <w:r w:rsidRPr="005670B9">
        <w:rPr>
          <w:rFonts w:ascii="Arial" w:eastAsiaTheme="minorHAnsi" w:hAnsi="Arial" w:cs="Arial"/>
          <w:i/>
          <w:sz w:val="24"/>
        </w:rPr>
        <w:t xml:space="preserve">  </w:t>
      </w:r>
    </w:p>
    <w:sectPr w:rsidR="005670B9" w:rsidRPr="005670B9" w:rsidSect="002A35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03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420D3" w14:textId="77777777" w:rsidR="00F07E8B" w:rsidRDefault="00F07E8B">
      <w:pPr>
        <w:spacing w:after="0" w:line="240" w:lineRule="auto"/>
      </w:pPr>
      <w:r>
        <w:separator/>
      </w:r>
    </w:p>
  </w:endnote>
  <w:endnote w:type="continuationSeparator" w:id="0">
    <w:p w14:paraId="4E1553A6" w14:textId="77777777" w:rsidR="00F07E8B" w:rsidRDefault="00F0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17195" w14:textId="77777777" w:rsidR="0083745C" w:rsidRDefault="008374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2D432" w14:textId="77777777" w:rsidR="00162812" w:rsidRPr="00FD3690" w:rsidRDefault="00162812">
    <w:pPr>
      <w:pStyle w:val="Stopka"/>
      <w:jc w:val="right"/>
      <w:rPr>
        <w:rFonts w:ascii="Arial" w:hAnsi="Arial" w:cs="Arial"/>
      </w:rPr>
    </w:pPr>
  </w:p>
  <w:p w14:paraId="71B352C9" w14:textId="77777777" w:rsidR="00162812" w:rsidRDefault="001628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B31C2" w14:textId="77777777" w:rsidR="0083745C" w:rsidRDefault="008374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E3C23" w14:textId="77777777" w:rsidR="00F07E8B" w:rsidRDefault="00F07E8B">
      <w:pPr>
        <w:spacing w:after="0" w:line="240" w:lineRule="auto"/>
      </w:pPr>
      <w:r>
        <w:separator/>
      </w:r>
    </w:p>
  </w:footnote>
  <w:footnote w:type="continuationSeparator" w:id="0">
    <w:p w14:paraId="1073456E" w14:textId="77777777" w:rsidR="00F07E8B" w:rsidRDefault="00F07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1301F" w14:textId="77777777" w:rsidR="0083745C" w:rsidRDefault="008374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064DE" w14:textId="77777777" w:rsidR="0083745C" w:rsidRDefault="008374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11706" w14:textId="77777777" w:rsidR="0083745C" w:rsidRDefault="008374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FA"/>
    <w:rsid w:val="0000563F"/>
    <w:rsid w:val="00010BA6"/>
    <w:rsid w:val="00014919"/>
    <w:rsid w:val="00054DA0"/>
    <w:rsid w:val="00091FDD"/>
    <w:rsid w:val="000B20CA"/>
    <w:rsid w:val="000B7034"/>
    <w:rsid w:val="000D6A38"/>
    <w:rsid w:val="00162812"/>
    <w:rsid w:val="001A6C87"/>
    <w:rsid w:val="00294172"/>
    <w:rsid w:val="002A3557"/>
    <w:rsid w:val="002C73FB"/>
    <w:rsid w:val="00321F9D"/>
    <w:rsid w:val="00330AFA"/>
    <w:rsid w:val="003E1F9E"/>
    <w:rsid w:val="00435BD9"/>
    <w:rsid w:val="00442223"/>
    <w:rsid w:val="0047157F"/>
    <w:rsid w:val="005670B9"/>
    <w:rsid w:val="005B2E8A"/>
    <w:rsid w:val="0064246B"/>
    <w:rsid w:val="0066077B"/>
    <w:rsid w:val="006E4CB1"/>
    <w:rsid w:val="00734B28"/>
    <w:rsid w:val="00750619"/>
    <w:rsid w:val="007506B3"/>
    <w:rsid w:val="007C282B"/>
    <w:rsid w:val="007C28C2"/>
    <w:rsid w:val="0082795A"/>
    <w:rsid w:val="0083745C"/>
    <w:rsid w:val="00853FBE"/>
    <w:rsid w:val="008842FE"/>
    <w:rsid w:val="008C0E05"/>
    <w:rsid w:val="008D175C"/>
    <w:rsid w:val="008F37FA"/>
    <w:rsid w:val="00937D92"/>
    <w:rsid w:val="00955C2F"/>
    <w:rsid w:val="00A33D8C"/>
    <w:rsid w:val="00A401F2"/>
    <w:rsid w:val="00A919EB"/>
    <w:rsid w:val="00AB5D8B"/>
    <w:rsid w:val="00AE0E85"/>
    <w:rsid w:val="00B26C72"/>
    <w:rsid w:val="00B30E7F"/>
    <w:rsid w:val="00BC12BC"/>
    <w:rsid w:val="00BE5059"/>
    <w:rsid w:val="00C81DDF"/>
    <w:rsid w:val="00CB7FE0"/>
    <w:rsid w:val="00CF3612"/>
    <w:rsid w:val="00D44579"/>
    <w:rsid w:val="00DB0952"/>
    <w:rsid w:val="00DD15BF"/>
    <w:rsid w:val="00EB227B"/>
    <w:rsid w:val="00F07E8B"/>
    <w:rsid w:val="00F61B1E"/>
    <w:rsid w:val="00F93775"/>
    <w:rsid w:val="00F94840"/>
    <w:rsid w:val="00FD3690"/>
    <w:rsid w:val="00F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08B7"/>
  <w15:docId w15:val="{312C5BF2-E486-4C82-9850-5FCF9358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D369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FD369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D3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D3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F37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57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57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owalski3664\Desktop\Za&#322;&#261;cznik%20nr1%20Zestawienie%20cenowe%20mycia%20pojazd&#243;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UDBRU1BpalEzMFh5alMwUnhNM0F5Y3NHMlg2VVpTR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tHNpIo/lNRHp7PMhimJrb/vehCAper2UhL643Fy0zaE=</DigestValue>
      </Reference>
      <Reference URI="#INFO">
        <DigestMethod Algorithm="http://www.w3.org/2001/04/xmlenc#sha256"/>
        <DigestValue>IIg70489Oxfj72xP/hdJOXJSYVAd3iNLP+ovutf2KEE=</DigestValue>
      </Reference>
    </SignedInfo>
    <SignatureValue>p6yhei6fptY4zZUhnXYcyGswjRTYly9vvJrx7lDnkHcAQrTQo+oKvEizu2LnfsM04huZbbmK6CC1MMZ0D3zrJA==</SignatureValue>
    <Object Id="INFO">
      <ArrayOfString xmlns:xsd="http://www.w3.org/2001/XMLSchema" xmlns:xsi="http://www.w3.org/2001/XMLSchema-instance" xmlns="">
        <string>2P0QSPijQ30XyjS0RxM3AycsG2X6UZSE</string>
      </ArrayOfString>
    </Object>
  </Signature>
</WrappedLabelInfo>
</file>

<file path=customXml/itemProps1.xml><?xml version="1.0" encoding="utf-8"?>
<ds:datastoreItem xmlns:ds="http://schemas.openxmlformats.org/officeDocument/2006/customXml" ds:itemID="{AC946EB3-3762-44ED-BBFD-B727775CF2C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C947F3-68CA-4757-81A8-66C355A8B4A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nr1 Zestawienie cenowe mycia pojazdów</Template>
  <TotalTime>36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Konowalski Mariusz</dc:creator>
  <cp:lastModifiedBy>Różyńska Jolanta</cp:lastModifiedBy>
  <cp:revision>12</cp:revision>
  <cp:lastPrinted>2026-01-21T07:19:00Z</cp:lastPrinted>
  <dcterms:created xsi:type="dcterms:W3CDTF">2023-11-13T12:51:00Z</dcterms:created>
  <dcterms:modified xsi:type="dcterms:W3CDTF">2026-01-21T07:38:00Z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b6ac4521-e64f-4983-a096-ed0d28673117</vt:lpwstr>
  </property>
  <property fmtid="{D5CDD505-2E9C-101B-9397-08002B2CF9AE}" pid="3" name="bjSaver">
    <vt:lpwstr>BVN4qVT71DFq18OHwP5uZGu4FwkZO78A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Konowalski Mariusz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10.60.125.181</vt:lpwstr>
  </property>
</Properties>
</file>